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7F1B" w14:textId="77777777" w:rsidR="00DF1467" w:rsidRDefault="00000000">
      <w:pPr>
        <w:pStyle w:val="Title"/>
        <w:jc w:val="center"/>
        <w:rPr>
          <w:rFonts w:ascii="Calibri" w:eastAsia="Adobe Myungjo Std M" w:hAnsi="Calibri" w:cs="Calibri"/>
          <w:color w:val="00B0F0"/>
          <w:sz w:val="28"/>
          <w:szCs w:val="28"/>
        </w:rPr>
      </w:pPr>
      <w:proofErr w:type="spellStart"/>
      <w:r>
        <w:rPr>
          <w:rFonts w:ascii="Calibri" w:eastAsia="Adobe Myungjo Std M" w:hAnsi="Calibri" w:cs="Calibri"/>
          <w:color w:val="00B0F0"/>
          <w:sz w:val="28"/>
          <w:szCs w:val="28"/>
        </w:rPr>
        <w:t>Angelin</w:t>
      </w:r>
      <w:proofErr w:type="spellEnd"/>
      <w:r>
        <w:rPr>
          <w:rFonts w:ascii="Calibri" w:eastAsia="Adobe Myungjo Std M" w:hAnsi="Calibri" w:cs="Calibri"/>
          <w:color w:val="00B0F0"/>
          <w:sz w:val="28"/>
          <w:szCs w:val="28"/>
        </w:rPr>
        <w:t xml:space="preserve"> </w:t>
      </w:r>
      <w:proofErr w:type="spellStart"/>
      <w:r>
        <w:rPr>
          <w:rFonts w:ascii="Calibri" w:eastAsia="Adobe Myungjo Std M" w:hAnsi="Calibri" w:cs="Calibri"/>
          <w:color w:val="00B0F0"/>
          <w:sz w:val="28"/>
          <w:szCs w:val="28"/>
        </w:rPr>
        <w:t>Suji</w:t>
      </w:r>
      <w:proofErr w:type="spellEnd"/>
      <w:r>
        <w:rPr>
          <w:rFonts w:ascii="Calibri" w:eastAsia="Adobe Myungjo Std M" w:hAnsi="Calibri" w:cs="Calibri"/>
          <w:color w:val="00B0F0"/>
          <w:sz w:val="28"/>
          <w:szCs w:val="28"/>
        </w:rPr>
        <w:t xml:space="preserve"> </w:t>
      </w:r>
    </w:p>
    <w:p w14:paraId="1CD812FD" w14:textId="7BE4B75F" w:rsidR="00DF1467" w:rsidRDefault="00000000">
      <w:pPr>
        <w:jc w:val="center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#121, Singapura Paradise layout, 2nd cross, </w:t>
      </w:r>
      <w:proofErr w:type="spellStart"/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Vidyaranyapura</w:t>
      </w:r>
      <w:proofErr w:type="spellEnd"/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, Bengaluru, Karnataka -560097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br/>
        <w:t> | +919980514284 | </w:t>
      </w:r>
      <w:hyperlink r:id="rId9" w:tgtFrame="_blank" w:history="1">
        <w:r w:rsidR="004E71A3">
          <w:rPr>
            <w:rStyle w:val="Hyperlink"/>
            <w:rFonts w:ascii="Arial" w:hAnsi="Arial" w:cs="Arial"/>
            <w:sz w:val="23"/>
            <w:szCs w:val="23"/>
            <w:shd w:val="clear" w:color="auto" w:fill="FFFFFF"/>
          </w:rPr>
          <w:t>Sharad@anantha.co.in</w:t>
        </w:r>
      </w:hyperlink>
    </w:p>
    <w:p w14:paraId="285D4822" w14:textId="77777777" w:rsidR="00DF1467" w:rsidRDefault="00000000">
      <w:pPr>
        <w:pStyle w:val="Heading1"/>
        <w:jc w:val="center"/>
        <w:rPr>
          <w:rFonts w:ascii="Calibri" w:eastAsia="Adobe Myungjo Std M" w:hAnsi="Calibri" w:cs="Calibri"/>
          <w:color w:val="006082"/>
          <w:sz w:val="28"/>
          <w:szCs w:val="28"/>
          <w14:textFill>
            <w14:solidFill>
              <w14:srgbClr w14:val="006082">
                <w14:lumMod w14:val="75000"/>
                <w14:lumOff w14:val="25000"/>
              </w14:srgbClr>
            </w14:solidFill>
          </w14:textFill>
        </w:rPr>
      </w:pPr>
      <w:r>
        <w:rPr>
          <w:rFonts w:ascii="Calibri" w:hAnsi="Calibri" w:cs="Calibri"/>
          <w:noProof/>
          <w:color w:val="000000"/>
          <w:sz w:val="28"/>
          <w:szCs w:val="28"/>
          <w14:textFill>
            <w14:solidFill>
              <w14:srgbClr w14:val="000000">
                <w14:lumMod w14:val="75000"/>
                <w14:lumOff w14:val="25000"/>
              </w14:srgbClr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1482A2B" wp14:editId="7886B552">
                <wp:simplePos x="0" y="0"/>
                <wp:positionH relativeFrom="margin">
                  <wp:posOffset>-349250</wp:posOffset>
                </wp:positionH>
                <wp:positionV relativeFrom="paragraph">
                  <wp:posOffset>123190</wp:posOffset>
                </wp:positionV>
                <wp:extent cx="6683375" cy="279400"/>
                <wp:effectExtent l="0" t="0" r="22860" b="6350"/>
                <wp:wrapNone/>
                <wp:docPr id="7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292" cy="279400"/>
                          <a:chOff x="833" y="3147"/>
                          <a:chExt cx="10600" cy="440"/>
                        </a:xfrm>
                      </wpg:grpSpPr>
                      <wps:wsp>
                        <wps:cNvPr id="8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9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49" o:spid="_x0000_s1026" o:spt="203" style="position:absolute;left:0pt;margin-left:-27.5pt;margin-top:9.7pt;height:22pt;width:526.25pt;mso-position-horizontal-relative:margin;z-index:-251653120;mso-width-relative:page;mso-height-relative:page;" coordorigin="833,3147" coordsize="10600,440" o:gfxdata="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pqX+ZNoA&#10;AAAJAQAADwAAAAAAAAABACAAAAAiAAAAZHJzL2Rvd25yZXYueG1sUEsBAhQAFAAAAAgAh07iQL3R&#10;nfnlAwAAhAwAAA4AAAAAAAAAAQAgAAAAKQEAAGRycy9lMm9Eb2MueG1sUEsFBgAAAAAGAAYAWQEA&#10;AIAHAAAAAA=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RnvAU7oAAADa&#10;AAAADwAAAGRycy9kb3ducmV2LnhtbEVPTWsCMRC9F/wPYQRvNVFRy2oUEVrqRdAVpLdxM90s3UyW&#10;TVxtf31zEDw+3vdyfXe16KgNlWcNo6ECQVx4U3Gp4ZS/v76BCBHZYO2ZNPxSgPWq97LEzPgbH6g7&#10;xlKkEA4ZarAxNpmUobDkMAx9Q5y4b986jAm2pTQt3lK4q+VYqZl0WHFqsNjQ1lLxc7w6Dbk9N9OJ&#10;3266+ddfoU6X/YfZXbUe9EdqASLSPT7FD/en0ZC2pivpBs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e8BTugAAANoA&#10;AAAPAAAAAAAAAAEAIAAAACIAAABkcnMvZG93bnJldi54bWxQSwECFAAUAAAACACHTuJAMy8FnjsA&#10;AAA5AAAAEAAAAAAAAAABACAAAAAJAQAAZHJzL3NoYXBleG1sLnhtbFBLBQYAAAAABgAGAFsBAACz&#10;AwAAAAA=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rqPFV70AAADa&#10;AAAADwAAAGRycy9kb3ducmV2LnhtbEWPT4vCMBTE7wt+h/AEL7KmlVXcavTgHxBPar14ezTPtti8&#10;lCZa3U9vBGGPw8z8hpktHqYSd2pcaVlBPIhAEGdWl5wrOKWb7wkI55E1VpZJwZMcLOadrxkm2rZ8&#10;oPvR5yJA2CWooPC+TqR0WUEG3cDWxMG72MagD7LJpW6wDXBTyWEUjaXBksNCgTUtC8qux5tRcE13&#10;fE5X/d1o89PW+3i92p7Nn1K9bhxNQXh6+P/wp73VCn7hfSXc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o8VXvQAA&#10;ANoAAAAPAAAAAAAAAAEAIAAAACIAAABkcnMvZG93bnJldi54bWxQSwECFAAUAAAACACHTuJAMy8F&#10;njsAAAA5AAAAEAAAAAAAAAABACAAAAAMAQAAZHJzL3NoYXBleG1sLnhtbFBLBQYAAAAABgAGAFsB&#10;AAC2AwAAAAA=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Calibri" w:eastAsia="Adobe Myungjo Std M" w:hAnsi="Calibri" w:cs="Calibri"/>
          <w:color w:val="006082"/>
          <w:sz w:val="28"/>
          <w:szCs w:val="28"/>
          <w14:textFill>
            <w14:solidFill>
              <w14:srgbClr w14:val="006082">
                <w14:lumMod w14:val="75000"/>
                <w14:lumOff w14:val="25000"/>
              </w14:srgbClr>
            </w14:solidFill>
          </w14:textFill>
        </w:rPr>
        <w:t>Professional Summary</w:t>
      </w:r>
    </w:p>
    <w:p w14:paraId="1DA4FA20" w14:textId="77777777" w:rsidR="00DF1467" w:rsidRDefault="00DF1467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5D1C52D3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Dedicated and technically skilled Software professional with versatile testing skills with emphasis in manual testing, automation testing and communication. Developed through experience as a team member and software tester. Nurtured and fined tuned my skills in Java, Selenium, Maven, Git, Jenkins, POM, Cucumber framework, JIRA, functional, UI and API Postman.</w:t>
      </w:r>
    </w:p>
    <w:p w14:paraId="22A24125" w14:textId="77777777" w:rsidR="00DF1467" w:rsidRDefault="00000000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14:textFill>
            <w14:solidFill>
              <w14:srgbClr w14:val="000000">
                <w14:lumMod w14:val="75000"/>
                <w14:lumOff w14:val="25000"/>
              </w14:srgbClr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2E6F4D0" wp14:editId="514AAA4D">
                <wp:simplePos x="0" y="0"/>
                <wp:positionH relativeFrom="margin">
                  <wp:posOffset>-222250</wp:posOffset>
                </wp:positionH>
                <wp:positionV relativeFrom="paragraph">
                  <wp:posOffset>541655</wp:posOffset>
                </wp:positionV>
                <wp:extent cx="6463665" cy="279400"/>
                <wp:effectExtent l="0" t="0" r="13335" b="6350"/>
                <wp:wrapNone/>
                <wp:docPr id="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3804" cy="279400"/>
                          <a:chOff x="833" y="3147"/>
                          <a:chExt cx="10600" cy="440"/>
                        </a:xfrm>
                      </wpg:grpSpPr>
                      <wps:wsp>
                        <wps:cNvPr id="5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6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5303" y="3147"/>
                            <a:ext cx="1590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49" o:spid="_x0000_s1026" o:spt="203" style="position:absolute;left:0pt;margin-left:-17.5pt;margin-top:42.65pt;height:22pt;width:508.95pt;mso-position-horizontal-relative:margin;z-index:-251654144;mso-width-relative:page;mso-height-relative:page;" coordorigin="833,3147" coordsize="10600,440" o:gfxdata="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H58LejaAAAACgEA&#10;AA8AAAAAAAAAAQAgAAAAIgAAAGRycy9kb3ducmV2LnhtbFBLAQIUABQAAAAIAIdO4kDhvxyD4AMA&#10;AIQMAAAOAAAAAAAAAAEAIAAAACkBAABkcnMvZTJvRG9jLnhtbFBLBQYAAAAABgAGAFkBAAB7BwAA&#10;AAA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qHpvzb4AAADa&#10;AAAADwAAAGRycy9kb3ducmV2LnhtbEWPT2sCMRTE7wW/Q3hCbzXRYi1bs4sILfVS8A9Ib6+b52Zx&#10;87Js4mr99I1Q8DjMzG+YeXFxjeipC7VnDeORAkFcelNzpWG3fX96BREissHGM2n4pQBFPniYY2b8&#10;mdfUb2IlEoRDhhpsjG0mZSgtOQwj3xIn7+A7hzHJrpKmw3OCu0ZOlHqRDmtOCxZbWloqj5uT07C1&#10;+3b67JeLfvZ9LdXu5+vDrE5aPw7H6g1EpEu8h//bn0bDFG5X0g2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pvzb4A&#10;AADaAAAADwAAAAAAAAABACAAAAAiAAAAZHJzL2Rvd25yZXYueG1sUEsBAhQAFAAAAAgAh07iQDMv&#10;BZ47AAAAOQAAABAAAAAAAAAAAQAgAAAADQEAAGRycy9zaGFwZXhtbC54bWxQSwUGAAAAAAYABgBb&#10;AQAAtwMAAAAA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5303;top:3147;height:440;width:1590;" fillcolor="#FFFFFF" filled="t" stroked="f" coordsize="3363,440" o:gfxdata="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zxRJb4A&#10;AADaAAAADwAAAAAAAAABACAAAAAiAAAAZHJzL2Rvd25yZXYueG1sUEsBAhQAFAAAAAgAh07iQDMv&#10;BZ47AAAAOQAAABAAAAAAAAAAAQAgAAAADQEAAGRycy9zaGFwZXhtbC54bWxQSwUGAAAAAAYABgBb&#10;AQAAtwMAAAAA&#10;" path="m0,0l3363,0,3363,440,0,440,0,0xe">
                  <v:path o:connectlocs="0,0;1590,0;1590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sdt>
      <w:sdtPr>
        <w:rPr>
          <w:rFonts w:ascii="Calibri" w:eastAsia="Adobe Myungjo Std M" w:hAnsi="Calibri" w:cs="Calibri"/>
          <w:color w:val="4E4E4E" w:themeColor="accent1" w:themeTint="BF"/>
          <w:sz w:val="28"/>
          <w:szCs w:val="28"/>
        </w:rPr>
        <w:id w:val="1513793667"/>
        <w:placeholder>
          <w:docPart w:val="96D7D8FAF73D4AB78B97B90C6ADD73E1"/>
        </w:placeholder>
        <w:temporary/>
        <w:showingPlcHdr/>
        <w15:appearance w15:val="hidden"/>
      </w:sdtPr>
      <w:sdtContent>
        <w:p w14:paraId="45A9EFC6" w14:textId="77777777" w:rsidR="00DF1467" w:rsidRDefault="00000000">
          <w:pPr>
            <w:pStyle w:val="Heading1"/>
            <w:jc w:val="center"/>
            <w:rPr>
              <w:rFonts w:ascii="Calibri" w:eastAsia="Adobe Myungjo Std M" w:hAnsi="Calibri" w:cs="Calibri"/>
              <w:color w:val="4E4E4E" w:themeColor="accent1" w:themeTint="BF"/>
              <w:sz w:val="28"/>
              <w:szCs w:val="28"/>
            </w:rPr>
          </w:pPr>
          <w:r>
            <w:rPr>
              <w:rFonts w:ascii="Calibri" w:eastAsia="Adobe Myungjo Std M" w:hAnsi="Calibri" w:cs="Calibri"/>
              <w:color w:val="006082"/>
              <w:sz w:val="28"/>
              <w:szCs w:val="28"/>
              <w14:textFill>
                <w14:solidFill>
                  <w14:srgbClr w14:val="006082">
                    <w14:lumMod w14:val="75000"/>
                    <w14:lumOff w14:val="25000"/>
                  </w14:srgbClr>
                </w14:solidFill>
              </w14:textFill>
            </w:rPr>
            <w:t>Education</w:t>
          </w:r>
        </w:p>
      </w:sdtContent>
    </w:sdt>
    <w:p w14:paraId="236055C6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 xml:space="preserve">BE | 2012-2016 | R </w:t>
      </w:r>
      <w:proofErr w:type="spellStart"/>
      <w:r>
        <w:rPr>
          <w:rFonts w:ascii="Calibri" w:eastAsia="Adobe Myungjo Std M" w:hAnsi="Calibri" w:cs="Calibri"/>
          <w:sz w:val="28"/>
          <w:szCs w:val="28"/>
        </w:rPr>
        <w:t>R</w:t>
      </w:r>
      <w:proofErr w:type="spellEnd"/>
      <w:r>
        <w:rPr>
          <w:rFonts w:ascii="Calibri" w:eastAsia="Adobe Myungjo Std M" w:hAnsi="Calibri" w:cs="Calibri"/>
          <w:sz w:val="28"/>
          <w:szCs w:val="28"/>
        </w:rPr>
        <w:t xml:space="preserve"> Institute of TECHNOLOGY</w:t>
      </w:r>
    </w:p>
    <w:p w14:paraId="41C7546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Major: Electrical and Electronics Engineering</w:t>
      </w:r>
    </w:p>
    <w:p w14:paraId="16FE24ED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>PUC (PCMB)| 2009-2012 | GOODWILL COMPOSITE PU College</w:t>
      </w:r>
    </w:p>
    <w:p w14:paraId="2EDB575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Major: Biology </w:t>
      </w:r>
    </w:p>
    <w:p w14:paraId="2FB263C5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14:textFill>
            <w14:solidFill>
              <w14:srgbClr w14:val="000000">
                <w14:lumMod w14:val="75000"/>
                <w14:lumOff w14:val="25000"/>
              </w14:srgbClr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874248A" wp14:editId="5AAA906E">
                <wp:simplePos x="0" y="0"/>
                <wp:positionH relativeFrom="margin">
                  <wp:posOffset>-150495</wp:posOffset>
                </wp:positionH>
                <wp:positionV relativeFrom="paragraph">
                  <wp:posOffset>610235</wp:posOffset>
                </wp:positionV>
                <wp:extent cx="6273165" cy="279400"/>
                <wp:effectExtent l="0" t="0" r="13970" b="6350"/>
                <wp:wrapNone/>
                <wp:docPr id="1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3110" cy="279400"/>
                          <a:chOff x="833" y="3147"/>
                          <a:chExt cx="10600" cy="440"/>
                        </a:xfrm>
                      </wpg:grpSpPr>
                      <wps:wsp>
                        <wps:cNvPr id="2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49" o:spid="_x0000_s1026" o:spt="203" style="position:absolute;left:0pt;margin-left:-11.85pt;margin-top:48.05pt;height:22pt;width:493.95pt;mso-position-horizontal-relative:margin;z-index:-251655168;mso-width-relative:page;mso-height-relative:page;" coordorigin="833,3147" coordsize="10600,440" o:gfxdata="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Q1txCtsA&#10;AAAKAQAADwAAAAAAAAABACAAAAAiAAAAZHJzL2Rvd25yZXYueG1sUEsBAhQAFAAAAAgAh07iQPHZ&#10;v27kAwAAhAwAAA4AAAAAAAAAAQAgAAAAKgEAAGRycy9lMm9Eb2MueG1sUEsFBgAAAAAGAAYAWQEA&#10;AIAHAAAAAA=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J5P3ub4AAADa&#10;AAAADwAAAGRycy9kb3ducmV2LnhtbEWPQWsCMRSE74X+h/AK3mqi0lq2ZhcRFL0UqoL09rp5bhY3&#10;L8smrtpf3xQKHoeZ+YaZFVfXiJ66UHvWMBoqEMSlNzVXGva75fMbiBCRDTaeScONAhT548MMM+Mv&#10;/En9NlYiQThkqMHG2GZShtKSwzD0LXHyjr5zGJPsKmk6vCS4a+RYqVfpsOa0YLGlhaXytD07DTt7&#10;aF8mfjHvp18/pdp/f6zM5qz14Gmk3kFEusZ7+L+9NhrG8Hc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P3ub4A&#10;AADaAAAADwAAAAAAAAABACAAAAAiAAAAZHJzL2Rvd25yZXYueG1sUEsBAhQAFAAAAAgAh07iQDMv&#10;BZ47AAAAOQAAABAAAAAAAAAAAQAgAAAADQEAAGRycy9zaGFwZXhtbC54bWxQSwUGAAAAAAYABgBb&#10;AQAAtwMAAAAA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z0vyvb0AAADa&#10;AAAADwAAAGRycy9kb3ducmV2LnhtbEWPT4vCMBTE7wt+h/AEL7KmdVWWavTgHxBPar14ezTPtti8&#10;lCZa3U9vBGGPw8z8hpktHqYSd2pcaVlBPIhAEGdWl5wrOKWb718QziNrrCyTgic5WMw7XzNMtG35&#10;QPejz0WAsEtQQeF9nUjpsoIMuoGtiYN3sY1BH2STS91gG+CmksMomkiDJYeFAmtaFpRdjzej4Jru&#10;+Jyu+rvxZtTW+3i92p7Nn1K9bhxNQXh6+P/wp73VCn7gfSXc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S/K9vQAA&#10;ANoAAAAPAAAAAAAAAAEAIAAAACIAAABkcnMvZG93bnJldi54bWxQSwECFAAUAAAACACHTuJAMy8F&#10;njsAAAA5AAAAEAAAAAAAAAABACAAAAAMAQAAZHJzL3NoYXBleG1sLnhtbFBLBQYAAAAABgAGAFsB&#10;AAC2AwAAAAA=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Calibri" w:eastAsia="Adobe Myungjo Std M" w:hAnsi="Calibri" w:cs="Calibri"/>
          <w:sz w:val="28"/>
          <w:szCs w:val="28"/>
        </w:rPr>
        <w:t>Schooling | 2009 | St Antony High School</w:t>
      </w:r>
    </w:p>
    <w:sdt>
      <w:sdtPr>
        <w:rPr>
          <w:rFonts w:ascii="Calibri" w:eastAsia="Adobe Myungjo Std M" w:hAnsi="Calibri" w:cs="Calibri"/>
          <w:color w:val="4E4E4E" w:themeColor="accent1" w:themeTint="BF"/>
          <w:sz w:val="28"/>
          <w:szCs w:val="28"/>
        </w:rPr>
        <w:id w:val="1494989950"/>
        <w:placeholder>
          <w:docPart w:val="17EBE039B18A470BB2249F185A7B5040"/>
        </w:placeholder>
        <w:temporary/>
        <w:showingPlcHdr/>
        <w15:appearance w15:val="hidden"/>
      </w:sdtPr>
      <w:sdtContent>
        <w:p w14:paraId="69AA5B20" w14:textId="77777777" w:rsidR="00DF1467" w:rsidRDefault="00000000">
          <w:pPr>
            <w:pStyle w:val="Heading1"/>
            <w:jc w:val="center"/>
            <w:rPr>
              <w:rFonts w:ascii="Calibri" w:eastAsia="Adobe Myungjo Std M" w:hAnsi="Calibri" w:cs="Calibri"/>
              <w:color w:val="4E4E4E" w:themeColor="accent1" w:themeTint="BF"/>
              <w:sz w:val="28"/>
              <w:szCs w:val="28"/>
            </w:rPr>
          </w:pPr>
          <w:r>
            <w:rPr>
              <w:rFonts w:ascii="Calibri" w:eastAsia="Adobe Myungjo Std M" w:hAnsi="Calibri" w:cs="Calibri"/>
              <w:color w:val="006082"/>
              <w:sz w:val="28"/>
              <w:szCs w:val="28"/>
              <w14:textFill>
                <w14:solidFill>
                  <w14:srgbClr w14:val="006082">
                    <w14:lumMod w14:val="75000"/>
                    <w14:lumOff w14:val="25000"/>
                  </w14:srgbClr>
                </w14:solidFill>
              </w14:textFill>
            </w:rPr>
            <w:t>Experience</w:t>
          </w:r>
        </w:p>
      </w:sdtContent>
    </w:sdt>
    <w:p w14:paraId="4776BD4E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>Software Test Engineer | SARLAK TECHNO SYSTEMS Pvt Ltd | Dec 2018 - till date</w:t>
      </w:r>
    </w:p>
    <w:p w14:paraId="31493BA5" w14:textId="77777777" w:rsidR="00DF1467" w:rsidRDefault="00000000">
      <w:pPr>
        <w:pStyle w:val="ListBullet"/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Automation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Programming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language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Java.</w:t>
      </w:r>
    </w:p>
    <w:p w14:paraId="6181E86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in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Selenium</w:t>
      </w:r>
      <w:r>
        <w:rPr>
          <w:rFonts w:ascii="Calibri" w:eastAsia="Adobe Myungjo Std M" w:hAnsi="Calibri" w:cs="Calibri"/>
          <w:b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Web</w:t>
      </w:r>
      <w:r>
        <w:rPr>
          <w:rFonts w:ascii="Calibri" w:eastAsia="Adobe Myungjo Std M" w:hAnsi="Calibri" w:cs="Calibri"/>
          <w:b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Driver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4FBDB1DA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Hands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creating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XPATH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3B5CCA64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in web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application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automation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testing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with</w:t>
      </w:r>
      <w:r>
        <w:rPr>
          <w:rFonts w:ascii="Calibri" w:eastAsia="Adobe Myungjo Std M" w:hAnsi="Calibri" w:cs="Calibri"/>
          <w:color w:val="404040" w:themeColor="text1" w:themeTint="BF"/>
          <w:spacing w:val="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Page</w:t>
      </w:r>
      <w:r>
        <w:rPr>
          <w:rFonts w:ascii="Calibri" w:eastAsia="Adobe Myungjo Std M" w:hAnsi="Calibri" w:cs="Calibri"/>
          <w:b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Object</w:t>
      </w:r>
      <w:r>
        <w:rPr>
          <w:rFonts w:ascii="Calibri" w:eastAsia="Adobe Myungjo Std M" w:hAnsi="Calibri" w:cs="Calibri"/>
          <w:b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Model</w:t>
      </w:r>
      <w:r>
        <w:rPr>
          <w:rFonts w:ascii="Calibri" w:eastAsia="Adobe Myungjo Std M" w:hAnsi="Calibri" w:cs="Calibri"/>
          <w:b/>
          <w:color w:val="404040" w:themeColor="text1" w:themeTint="BF"/>
          <w:spacing w:val="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Maven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71CD4221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BDD</w:t>
      </w:r>
      <w:r>
        <w:rPr>
          <w:rFonts w:ascii="Calibri" w:eastAsia="Adobe Myungjo Std M" w:hAnsi="Calibri" w:cs="Calibri"/>
          <w:b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Cucumber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Framework.</w:t>
      </w:r>
    </w:p>
    <w:p w14:paraId="6A6EEA1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lastRenderedPageBreak/>
        <w:t>Possess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knowledge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b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NG</w:t>
      </w:r>
      <w:r>
        <w:rPr>
          <w:rFonts w:ascii="Calibri" w:eastAsia="Adobe Myungjo Std M" w:hAnsi="Calibri" w:cs="Calibri"/>
          <w:b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Framework.</w:t>
      </w:r>
    </w:p>
    <w:p w14:paraId="3C17692B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knowledge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API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Testing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(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Postman)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692A774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working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with</w:t>
      </w:r>
      <w:r>
        <w:rPr>
          <w:rFonts w:ascii="Calibri" w:eastAsia="Adobe Myungjo Std M" w:hAnsi="Calibri" w:cs="Calibri"/>
          <w:color w:val="404040" w:themeColor="text1" w:themeTint="BF"/>
          <w:spacing w:val="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GIT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1D2EC4C6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Knowledge</w:t>
      </w:r>
      <w:r>
        <w:rPr>
          <w:rFonts w:ascii="Calibri" w:eastAsia="Adobe Myungjo Std M" w:hAnsi="Calibri" w:cs="Calibri"/>
          <w:color w:val="404040" w:themeColor="text1" w:themeTint="BF"/>
          <w:spacing w:val="-1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Jenkins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263F9B93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Having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Knowledge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in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SQL</w:t>
      </w:r>
      <w:r>
        <w:rPr>
          <w:rFonts w:ascii="Calibri" w:eastAsia="Adobe Myungjo Std M" w:hAnsi="Calibri" w:cs="Calibri"/>
          <w:b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My</w:t>
      </w:r>
      <w:r>
        <w:rPr>
          <w:rFonts w:ascii="Calibri" w:eastAsia="Adobe Myungjo Std M" w:hAnsi="Calibri" w:cs="Calibri"/>
          <w:b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SQL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.</w:t>
      </w:r>
    </w:p>
    <w:p w14:paraId="7140205B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Defect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tracking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tool</w:t>
      </w:r>
      <w:r>
        <w:rPr>
          <w:rFonts w:ascii="Calibri" w:eastAsia="Adobe Myungjo Std M" w:hAnsi="Calibri" w:cs="Calibri"/>
          <w:color w:val="404040" w:themeColor="text1" w:themeTint="BF"/>
          <w:spacing w:val="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b/>
          <w:color w:val="404040" w:themeColor="text1" w:themeTint="BF"/>
          <w:sz w:val="28"/>
          <w:szCs w:val="28"/>
        </w:rPr>
        <w:t>Jira</w:t>
      </w:r>
      <w:r>
        <w:rPr>
          <w:rFonts w:ascii="Calibri" w:eastAsia="Adobe Myungjo Std M" w:hAnsi="Calibri" w:cs="Calibri"/>
          <w:b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1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providing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efficient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reports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</w:t>
      </w:r>
      <w:r>
        <w:rPr>
          <w:rFonts w:ascii="Calibri" w:eastAsia="Adobe Myungjo Std M" w:hAnsi="Calibri" w:cs="Calibri"/>
          <w:color w:val="404040" w:themeColor="text1" w:themeTint="BF"/>
          <w:spacing w:val="-1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defect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status.</w:t>
      </w:r>
    </w:p>
    <w:p w14:paraId="4426279D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Strong</w:t>
      </w:r>
      <w:r>
        <w:rPr>
          <w:rFonts w:ascii="Calibri" w:eastAsia="Adobe Myungjo Std M" w:hAnsi="Calibri" w:cs="Calibri"/>
          <w:color w:val="404040" w:themeColor="text1" w:themeTint="BF"/>
          <w:spacing w:val="21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Experience</w:t>
      </w:r>
      <w:r>
        <w:rPr>
          <w:rFonts w:ascii="Calibri" w:eastAsia="Adobe Myungjo Std M" w:hAnsi="Calibri" w:cs="Calibri"/>
          <w:color w:val="404040" w:themeColor="text1" w:themeTint="BF"/>
          <w:spacing w:val="22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46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Agile-Scrum</w:t>
      </w:r>
      <w:r>
        <w:rPr>
          <w:rFonts w:ascii="Calibri" w:eastAsia="Adobe Myungjo Std M" w:hAnsi="Calibri" w:cs="Calibri"/>
          <w:color w:val="404040" w:themeColor="text1" w:themeTint="BF"/>
          <w:spacing w:val="29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Methodology.</w:t>
      </w:r>
    </w:p>
    <w:p w14:paraId="06CA82E3" w14:textId="77777777" w:rsidR="00DF1467" w:rsidRDefault="00DF1467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220BF191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>pROJECT 1 – jc peNNEY | aUTOMATION TESTING | aPRIL 2020 to Dec 2022</w:t>
      </w:r>
    </w:p>
    <w:p w14:paraId="3F3F1CDF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>tECHNOLOGY USED |</w:t>
      </w:r>
      <w:r>
        <w:rPr>
          <w:rFonts w:ascii="Calibri" w:eastAsia="Adobe Myungjo Std M" w:hAnsi="Calibri" w:cs="Calibri"/>
          <w:spacing w:val="-1"/>
          <w:sz w:val="28"/>
          <w:szCs w:val="28"/>
        </w:rPr>
        <w:t>Selenium,</w:t>
      </w:r>
      <w:r>
        <w:rPr>
          <w:rFonts w:ascii="Calibri" w:eastAsia="Adobe Myungjo Std M" w:hAnsi="Calibri" w:cs="Calibri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Java,</w:t>
      </w:r>
      <w:r>
        <w:rPr>
          <w:rFonts w:ascii="Calibri" w:eastAsia="Adobe Myungjo Std M" w:hAnsi="Calibri" w:cs="Calibri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Cucumber,</w:t>
      </w:r>
      <w:r>
        <w:rPr>
          <w:rFonts w:ascii="Calibri" w:eastAsia="Adobe Myungjo Std M" w:hAnsi="Calibri" w:cs="Calibri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J</w:t>
      </w:r>
      <w:r>
        <w:rPr>
          <w:rFonts w:ascii="Calibri" w:eastAsia="Adobe Myungjo Std M" w:hAnsi="Calibri" w:cs="Calibri"/>
          <w:spacing w:val="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unit,</w:t>
      </w:r>
      <w:r>
        <w:rPr>
          <w:rFonts w:ascii="Calibri" w:eastAsia="Adobe Myungjo Std M" w:hAnsi="Calibri" w:cs="Calibri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POM,</w:t>
      </w:r>
      <w:r>
        <w:rPr>
          <w:rFonts w:ascii="Calibri" w:eastAsia="Adobe Myungjo Std M" w:hAnsi="Calibri" w:cs="Calibri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Maven,</w:t>
      </w:r>
      <w:r>
        <w:rPr>
          <w:rFonts w:ascii="Calibri" w:eastAsia="Adobe Myungjo Std M" w:hAnsi="Calibri" w:cs="Calibri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Git,</w:t>
      </w:r>
      <w:r>
        <w:rPr>
          <w:rFonts w:ascii="Calibri" w:eastAsia="Adobe Myungjo Std M" w:hAnsi="Calibri" w:cs="Calibri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Jenkins,</w:t>
      </w:r>
      <w:r>
        <w:rPr>
          <w:rFonts w:ascii="Calibri" w:eastAsia="Adobe Myungjo Std M" w:hAnsi="Calibri" w:cs="Calibri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API</w:t>
      </w:r>
      <w:r>
        <w:rPr>
          <w:rFonts w:ascii="Calibri" w:eastAsia="Adobe Myungjo Std M" w:hAnsi="Calibri" w:cs="Calibri"/>
          <w:spacing w:val="-1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–</w:t>
      </w:r>
      <w:r>
        <w:rPr>
          <w:rFonts w:ascii="Calibri" w:eastAsia="Adobe Myungjo Std M" w:hAnsi="Calibri" w:cs="Calibri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Postman</w:t>
      </w:r>
    </w:p>
    <w:p w14:paraId="73435EA4" w14:textId="77777777" w:rsidR="00DF1467" w:rsidRDefault="00000000">
      <w:pPr>
        <w:pStyle w:val="Heading2"/>
        <w:rPr>
          <w:rFonts w:ascii="Calibri" w:eastAsia="Adobe Myungjo Std M" w:hAnsi="Calibri" w:cs="Calibri"/>
          <w:b w:val="0"/>
          <w:bCs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>DESCRIPTION</w:t>
      </w:r>
      <w:r>
        <w:rPr>
          <w:rFonts w:ascii="Calibri" w:hAnsi="Calibri" w:cs="Calibri"/>
          <w:sz w:val="28"/>
          <w:szCs w:val="28"/>
        </w:rPr>
        <w:t xml:space="preserve"> </w:t>
      </w:r>
    </w:p>
    <w:p w14:paraId="7A92AC4A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Company's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business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consists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selling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merchandise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services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consumers through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its department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stores,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which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utilizes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applications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desktop,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mobile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tablet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devices.</w:t>
      </w:r>
    </w:p>
    <w:p w14:paraId="67E896AE" w14:textId="77777777" w:rsidR="00DF1467" w:rsidRDefault="00000000">
      <w:pPr>
        <w:pStyle w:val="ListBullet"/>
        <w:numPr>
          <w:ilvl w:val="0"/>
          <w:numId w:val="0"/>
        </w:numPr>
        <w:rPr>
          <w:rFonts w:ascii="Calibri" w:eastAsia="Adobe Myungjo Std M" w:hAnsi="Calibri" w:cs="Calibri"/>
          <w:b/>
          <w:bCs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b/>
          <w:bCs/>
          <w:color w:val="404040" w:themeColor="text1" w:themeTint="BF"/>
          <w:sz w:val="28"/>
          <w:szCs w:val="28"/>
        </w:rPr>
        <w:t xml:space="preserve">RESPONSIBILITY  </w:t>
      </w:r>
    </w:p>
    <w:p w14:paraId="60E97E88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Understanding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Analyzing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Application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Under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terms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Object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Identification.</w:t>
      </w:r>
    </w:p>
    <w:p w14:paraId="78A801C4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Automation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4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Selenium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Web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driver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Cucumber</w:t>
      </w:r>
      <w:r>
        <w:rPr>
          <w:rFonts w:ascii="Calibri" w:eastAsia="Adobe Myungjo Std M" w:hAnsi="Calibri" w:cs="Calibri"/>
          <w:color w:val="404040" w:themeColor="text1" w:themeTint="BF"/>
          <w:spacing w:val="-1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Framework</w:t>
      </w:r>
    </w:p>
    <w:p w14:paraId="6058BEA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Creating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scenarios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Collecting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Data.</w:t>
      </w:r>
    </w:p>
    <w:p w14:paraId="4796EFA6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Identifying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end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scenarios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code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modularity.</w:t>
      </w:r>
    </w:p>
    <w:p w14:paraId="04748B20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Creating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reusable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components.</w:t>
      </w:r>
    </w:p>
    <w:p w14:paraId="0609F99C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Creating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enhancing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Cases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(Test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Scripts)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Element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locators,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WebDriver methods,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Java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programming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concepts.</w:t>
      </w:r>
    </w:p>
    <w:p w14:paraId="47B984E0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Error</w:t>
      </w:r>
      <w:r>
        <w:rPr>
          <w:rFonts w:ascii="Calibri" w:eastAsia="Adobe Myungjo Std M" w:hAnsi="Calibri" w:cs="Calibri"/>
          <w:color w:val="404040" w:themeColor="text1" w:themeTint="BF"/>
          <w:spacing w:val="-1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Handling,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Adding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comments.</w:t>
      </w:r>
    </w:p>
    <w:p w14:paraId="332B6FD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Analyzing</w:t>
      </w:r>
      <w:r>
        <w:rPr>
          <w:rFonts w:ascii="Calibri" w:eastAsia="Adobe Myungjo Std M" w:hAnsi="Calibri" w:cs="Calibri"/>
          <w:color w:val="404040" w:themeColor="text1" w:themeTint="BF"/>
          <w:spacing w:val="14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27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Results</w:t>
      </w:r>
      <w:r>
        <w:rPr>
          <w:rFonts w:ascii="Calibri" w:eastAsia="Adobe Myungjo Std M" w:hAnsi="Calibri" w:cs="Calibri"/>
          <w:color w:val="404040" w:themeColor="text1" w:themeTint="BF"/>
          <w:spacing w:val="34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26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Reporting</w:t>
      </w:r>
      <w:r>
        <w:rPr>
          <w:rFonts w:ascii="Calibri" w:eastAsia="Adobe Myungjo Std M" w:hAnsi="Calibri" w:cs="Calibri"/>
          <w:color w:val="404040" w:themeColor="text1" w:themeTint="BF"/>
          <w:spacing w:val="23"/>
          <w:w w:val="9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w w:val="95"/>
          <w:sz w:val="28"/>
          <w:szCs w:val="28"/>
        </w:rPr>
        <w:t>Defects.</w:t>
      </w:r>
    </w:p>
    <w:p w14:paraId="246EB5F2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Tracking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Defects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Select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&amp;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Regression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Testing.</w:t>
      </w:r>
    </w:p>
    <w:p w14:paraId="4646BDC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Finding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solutions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Object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Identification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issues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error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handling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issues.</w:t>
      </w:r>
    </w:p>
    <w:p w14:paraId="22EB9CB1" w14:textId="77777777" w:rsidR="00DF1467" w:rsidRDefault="00DF1467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43E6EF84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lastRenderedPageBreak/>
        <w:t>pROJECT 2 - kROGER| MANUAL TESTING| DECEMBER 2018 – March 2020</w:t>
      </w:r>
    </w:p>
    <w:p w14:paraId="0D7F8428" w14:textId="77777777" w:rsidR="00DF1467" w:rsidRDefault="00000000">
      <w:pPr>
        <w:pStyle w:val="Heading2"/>
        <w:rPr>
          <w:rFonts w:ascii="Calibri" w:hAnsi="Calibri" w:cs="Calibri"/>
          <w:sz w:val="28"/>
          <w:szCs w:val="28"/>
        </w:rPr>
      </w:pPr>
      <w:r>
        <w:rPr>
          <w:rFonts w:ascii="Calibri" w:eastAsia="Adobe Myungjo Std M" w:hAnsi="Calibri" w:cs="Calibri"/>
          <w:spacing w:val="-1"/>
          <w:sz w:val="28"/>
          <w:szCs w:val="28"/>
        </w:rPr>
        <w:t>Technology</w:t>
      </w:r>
      <w:r>
        <w:rPr>
          <w:rFonts w:ascii="Calibri" w:eastAsia="Adobe Myungjo Std M" w:hAnsi="Calibri" w:cs="Calibri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Used |Manual</w:t>
      </w:r>
      <w:r>
        <w:rPr>
          <w:rFonts w:ascii="Calibri" w:eastAsia="Adobe Myungjo Std M" w:hAnsi="Calibri" w:cs="Calibri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testing,</w:t>
      </w:r>
      <w:r>
        <w:rPr>
          <w:rFonts w:ascii="Calibri" w:eastAsia="Adobe Myungjo Std M" w:hAnsi="Calibri" w:cs="Calibri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Maven,</w:t>
      </w:r>
      <w:r>
        <w:rPr>
          <w:rFonts w:ascii="Calibri" w:eastAsia="Adobe Myungjo Std M" w:hAnsi="Calibri" w:cs="Calibri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GIT,</w:t>
      </w:r>
      <w:r>
        <w:rPr>
          <w:rFonts w:ascii="Calibri" w:eastAsia="Adobe Myungjo Std M" w:hAnsi="Calibri" w:cs="Calibri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Jenkins,</w:t>
      </w:r>
      <w:r>
        <w:rPr>
          <w:rFonts w:ascii="Calibri" w:eastAsia="Adobe Myungjo Std M" w:hAnsi="Calibri" w:cs="Calibri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My</w:t>
      </w:r>
      <w:r>
        <w:rPr>
          <w:rFonts w:ascii="Calibri" w:eastAsia="Adobe Myungjo Std M" w:hAnsi="Calibri" w:cs="Calibri"/>
          <w:spacing w:val="-1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sz w:val="28"/>
          <w:szCs w:val="28"/>
        </w:rPr>
        <w:t>SQL</w:t>
      </w:r>
    </w:p>
    <w:p w14:paraId="6FFDA6E7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t xml:space="preserve">   DESCRIPTION</w:t>
      </w:r>
      <w:r>
        <w:rPr>
          <w:rFonts w:ascii="Calibri" w:hAnsi="Calibri" w:cs="Calibri"/>
          <w:sz w:val="28"/>
          <w:szCs w:val="28"/>
        </w:rPr>
        <w:t xml:space="preserve"> </w:t>
      </w:r>
    </w:p>
    <w:p w14:paraId="70F8EAD8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Kroger is an online store of choice among Americans buying groceries. </w:t>
      </w:r>
    </w:p>
    <w:p w14:paraId="1856554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Kroger also</w:t>
      </w:r>
      <w:r>
        <w:rPr>
          <w:rFonts w:ascii="Calibri" w:eastAsia="Adobe Myungjo Std M" w:hAnsi="Calibri" w:cs="Calibri"/>
          <w:color w:val="404040" w:themeColor="text1" w:themeTint="BF"/>
          <w:spacing w:val="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offers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excellent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discounts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foodstuff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through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daily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weekly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online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special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offers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sales.</w:t>
      </w:r>
    </w:p>
    <w:p w14:paraId="43128BE4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This online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store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provides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discount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codes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coupons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that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help</w:t>
      </w:r>
      <w:r>
        <w:rPr>
          <w:rFonts w:ascii="Calibri" w:eastAsia="Adobe Myungjo Std M" w:hAnsi="Calibri" w:cs="Calibri"/>
          <w:color w:val="404040" w:themeColor="text1" w:themeTint="BF"/>
          <w:spacing w:val="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you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save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money</w:t>
      </w:r>
    </w:p>
    <w:p w14:paraId="398D7069" w14:textId="77777777" w:rsidR="00DF1467" w:rsidRDefault="00000000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b/>
          <w:bCs/>
          <w:color w:val="404040" w:themeColor="text1" w:themeTint="BF"/>
          <w:sz w:val="28"/>
          <w:szCs w:val="28"/>
        </w:rPr>
        <w:t>RESPONSIBILITY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 xml:space="preserve"> </w:t>
      </w:r>
      <w:r>
        <w:rPr>
          <w:rFonts w:ascii="Calibri" w:hAnsi="Calibri" w:cs="Calibri"/>
          <w:color w:val="404040" w:themeColor="text1" w:themeTint="BF"/>
          <w:sz w:val="28"/>
          <w:szCs w:val="28"/>
        </w:rPr>
        <w:t xml:space="preserve"> </w:t>
      </w:r>
    </w:p>
    <w:p w14:paraId="021E4A0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Understood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business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requirements</w:t>
      </w:r>
    </w:p>
    <w:p w14:paraId="5F0ADF3C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Involved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analysis,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design,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construction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phases</w:t>
      </w:r>
      <w:r>
        <w:rPr>
          <w:rFonts w:ascii="Calibri" w:eastAsia="Adobe Myungjo Std M" w:hAnsi="Calibri" w:cs="Calibri"/>
          <w:color w:val="404040" w:themeColor="text1" w:themeTint="BF"/>
          <w:spacing w:val="-1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project</w:t>
      </w:r>
    </w:p>
    <w:p w14:paraId="3F22E1D5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Prepared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executed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Cases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captured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Results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reported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bugs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developer</w:t>
      </w:r>
    </w:p>
    <w:p w14:paraId="383E7B7A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Assigned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tasks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preparing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scripts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perform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Black-box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testing.</w:t>
      </w:r>
    </w:p>
    <w:p w14:paraId="5013BBA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Prepared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daily</w:t>
      </w:r>
      <w:r>
        <w:rPr>
          <w:rFonts w:ascii="Calibri" w:eastAsia="Adobe Myungjo Std M" w:hAnsi="Calibri" w:cs="Calibri"/>
          <w:color w:val="404040" w:themeColor="text1" w:themeTint="BF"/>
          <w:spacing w:val="-2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status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reports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as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per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planned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actual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progress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deliverables</w:t>
      </w:r>
    </w:p>
    <w:p w14:paraId="2012E8AF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Provided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Knowledge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Transfer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new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members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project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team</w:t>
      </w:r>
    </w:p>
    <w:p w14:paraId="10755473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Direct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interaction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with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Client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Business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team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various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queries.</w:t>
      </w:r>
    </w:p>
    <w:p w14:paraId="00356F36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Responsible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identifying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Regression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cases</w:t>
      </w:r>
      <w:r>
        <w:rPr>
          <w:rFonts w:ascii="Calibri" w:eastAsia="Adobe Myungjo Std M" w:hAnsi="Calibri" w:cs="Calibri"/>
          <w:color w:val="404040" w:themeColor="text1" w:themeTint="BF"/>
          <w:spacing w:val="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converting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script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-5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Selenium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Web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Driver.</w:t>
      </w:r>
    </w:p>
    <w:p w14:paraId="1CF81D45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Actively</w:t>
      </w:r>
      <w:r>
        <w:rPr>
          <w:rFonts w:ascii="Calibri" w:eastAsia="Adobe Myungjo Std M" w:hAnsi="Calibri" w:cs="Calibri"/>
          <w:color w:val="404040" w:themeColor="text1" w:themeTint="BF"/>
          <w:spacing w:val="-1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involved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writing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maintenance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scripts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run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cases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various browsers under Data driven framework using Page Object model, Test NG and Apache</w:t>
      </w:r>
      <w:r>
        <w:rPr>
          <w:rFonts w:ascii="Calibri" w:eastAsia="Adobe Myungjo Std M" w:hAnsi="Calibri" w:cs="Calibri"/>
          <w:color w:val="404040" w:themeColor="text1" w:themeTint="BF"/>
          <w:spacing w:val="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POI.</w:t>
      </w:r>
    </w:p>
    <w:p w14:paraId="7587B1D0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Usages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Maven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project’s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build.</w:t>
      </w:r>
    </w:p>
    <w:p w14:paraId="71BD674E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Maintenance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scripts</w:t>
      </w: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under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Smoke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testing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auto-triggered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using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Jenkins.</w:t>
      </w:r>
    </w:p>
    <w:p w14:paraId="0A310729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Utilize</w:t>
      </w:r>
      <w:r>
        <w:rPr>
          <w:rFonts w:ascii="Calibri" w:eastAsia="Adobe Myungjo Std M" w:hAnsi="Calibri" w:cs="Calibri"/>
          <w:color w:val="404040" w:themeColor="text1" w:themeTint="BF"/>
          <w:spacing w:val="-1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ID,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X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Path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other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locators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to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locate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elements</w:t>
      </w:r>
      <w:r>
        <w:rPr>
          <w:rFonts w:ascii="Calibri" w:eastAsia="Adobe Myungjo Std M" w:hAnsi="Calibri" w:cs="Calibri"/>
          <w:color w:val="404040" w:themeColor="text1" w:themeTint="BF"/>
          <w:spacing w:val="-6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on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Web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pages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the</w:t>
      </w:r>
      <w:r>
        <w:rPr>
          <w:rFonts w:ascii="Calibri" w:eastAsia="Adobe Myungjo Std M" w:hAnsi="Calibri" w:cs="Calibri"/>
          <w:color w:val="404040" w:themeColor="text1" w:themeTint="BF"/>
          <w:spacing w:val="-5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Application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under</w:t>
      </w:r>
      <w:r>
        <w:rPr>
          <w:rFonts w:ascii="Calibri" w:eastAsia="Adobe Myungjo Std M" w:hAnsi="Calibri" w:cs="Calibri"/>
          <w:color w:val="404040" w:themeColor="text1" w:themeTint="BF"/>
          <w:spacing w:val="-9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test.</w:t>
      </w:r>
    </w:p>
    <w:p w14:paraId="15EC720F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pacing w:val="-1"/>
          <w:sz w:val="28"/>
          <w:szCs w:val="28"/>
        </w:rPr>
        <w:t>Generation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of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Data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every</w:t>
      </w:r>
      <w:r>
        <w:rPr>
          <w:rFonts w:ascii="Calibri" w:eastAsia="Adobe Myungjo Std M" w:hAnsi="Calibri" w:cs="Calibri"/>
          <w:color w:val="404040" w:themeColor="text1" w:themeTint="BF"/>
          <w:spacing w:val="-1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2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execution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(Auto)</w:t>
      </w:r>
      <w:r>
        <w:rPr>
          <w:rFonts w:ascii="Calibri" w:eastAsia="Adobe Myungjo Std M" w:hAnsi="Calibri" w:cs="Calibri"/>
          <w:color w:val="404040" w:themeColor="text1" w:themeTint="BF"/>
          <w:spacing w:val="-4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Developing</w:t>
      </w:r>
      <w:r>
        <w:rPr>
          <w:rFonts w:ascii="Calibri" w:eastAsia="Adobe Myungjo Std M" w:hAnsi="Calibri" w:cs="Calibri"/>
          <w:color w:val="404040" w:themeColor="text1" w:themeTint="BF"/>
          <w:spacing w:val="-8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methods</w:t>
      </w:r>
      <w:r>
        <w:rPr>
          <w:rFonts w:ascii="Calibri" w:eastAsia="Adobe Myungjo Std M" w:hAnsi="Calibri" w:cs="Calibri"/>
          <w:color w:val="404040" w:themeColor="text1" w:themeTint="BF"/>
          <w:spacing w:val="-3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for</w:t>
      </w:r>
      <w:r>
        <w:rPr>
          <w:rFonts w:ascii="Calibri" w:eastAsia="Adobe Myungjo Std M" w:hAnsi="Calibri" w:cs="Calibri"/>
          <w:color w:val="404040" w:themeColor="text1" w:themeTint="BF"/>
          <w:spacing w:val="-7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repeating steps.</w:t>
      </w:r>
    </w:p>
    <w:p w14:paraId="2AE06BD6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Test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execution,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Report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analysis</w:t>
      </w:r>
      <w:r>
        <w:rPr>
          <w:rFonts w:ascii="Calibri" w:eastAsia="Adobe Myungjo Std M" w:hAnsi="Calibri" w:cs="Calibri"/>
          <w:color w:val="404040" w:themeColor="text1" w:themeTint="BF"/>
          <w:spacing w:val="-5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and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logging</w:t>
      </w:r>
      <w:r>
        <w:rPr>
          <w:rFonts w:ascii="Calibri" w:eastAsia="Adobe Myungjo Std M" w:hAnsi="Calibri" w:cs="Calibri"/>
          <w:color w:val="404040" w:themeColor="text1" w:themeTint="BF"/>
          <w:spacing w:val="-10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appropriate</w:t>
      </w:r>
      <w:r>
        <w:rPr>
          <w:rFonts w:ascii="Calibri" w:eastAsia="Adobe Myungjo Std M" w:hAnsi="Calibri" w:cs="Calibri"/>
          <w:color w:val="404040" w:themeColor="text1" w:themeTint="BF"/>
          <w:spacing w:val="-11"/>
          <w:sz w:val="28"/>
          <w:szCs w:val="28"/>
        </w:rPr>
        <w:t xml:space="preserve"> </w:t>
      </w: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bugs.</w:t>
      </w:r>
    </w:p>
    <w:p w14:paraId="7E95C808" w14:textId="77777777" w:rsidR="00DF1467" w:rsidRDefault="00DF1467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5327CC32" w14:textId="77777777" w:rsidR="00DF1467" w:rsidRDefault="00000000">
      <w:pPr>
        <w:pStyle w:val="Heading2"/>
        <w:rPr>
          <w:rFonts w:ascii="Calibri" w:eastAsia="Adobe Myungjo Std M" w:hAnsi="Calibri" w:cs="Calibri"/>
          <w:sz w:val="28"/>
          <w:szCs w:val="28"/>
        </w:rPr>
      </w:pPr>
      <w:r>
        <w:rPr>
          <w:rFonts w:ascii="Calibri" w:eastAsia="Adobe Myungjo Std M" w:hAnsi="Calibri" w:cs="Calibri"/>
          <w:sz w:val="28"/>
          <w:szCs w:val="28"/>
        </w:rPr>
        <w:lastRenderedPageBreak/>
        <w:t>AdMINISTRATOR | SHERATON GRAND BANGALORE (ClUB MARRIOTT) | JANUARY 2017 – Nov 2018</w:t>
      </w:r>
    </w:p>
    <w:p w14:paraId="38D18C95" w14:textId="77777777" w:rsidR="00DF1467" w:rsidRDefault="00DF1467">
      <w:pPr>
        <w:pStyle w:val="Heading2"/>
        <w:rPr>
          <w:rFonts w:ascii="Calibri" w:eastAsia="Adobe Myungjo Std M" w:hAnsi="Calibri" w:cs="Calibri"/>
          <w:sz w:val="28"/>
          <w:szCs w:val="28"/>
        </w:rPr>
      </w:pPr>
    </w:p>
    <w:p w14:paraId="5A0AF19D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Experience in TLC Relationship Management, Database Management, maintained customer vouchers tracking in Excel.</w:t>
      </w:r>
    </w:p>
    <w:p w14:paraId="70E40ACB" w14:textId="77777777" w:rsidR="00DF1467" w:rsidRDefault="00DF1467">
      <w:pPr>
        <w:pStyle w:val="ListBullet"/>
        <w:numPr>
          <w:ilvl w:val="0"/>
          <w:numId w:val="0"/>
        </w:numP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777F0A20" w14:textId="77777777" w:rsidR="00DF1467" w:rsidRDefault="00DF1467">
      <w:pPr>
        <w:pStyle w:val="ListBullet"/>
        <w:numPr>
          <w:ilvl w:val="0"/>
          <w:numId w:val="0"/>
        </w:numP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5FB45B8B" w14:textId="77777777" w:rsidR="00DF1467" w:rsidRDefault="00DF1467">
      <w:pPr>
        <w:pStyle w:val="ListBullet"/>
        <w:numPr>
          <w:ilvl w:val="0"/>
          <w:numId w:val="0"/>
        </w:numP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2528CF52" w14:textId="77777777" w:rsidR="00DF1467" w:rsidRDefault="00DF1467">
      <w:pPr>
        <w:pStyle w:val="ListBullet"/>
        <w:numPr>
          <w:ilvl w:val="0"/>
          <w:numId w:val="0"/>
        </w:numP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</w:p>
    <w:p w14:paraId="29A63EE1" w14:textId="77777777" w:rsidR="00DF1467" w:rsidRDefault="00000000">
      <w:pPr>
        <w:pStyle w:val="Heading1"/>
        <w:tabs>
          <w:tab w:val="center" w:pos="4680"/>
          <w:tab w:val="left" w:pos="6495"/>
        </w:tabs>
        <w:rPr>
          <w:rFonts w:ascii="Calibri" w:eastAsia="Adobe Myungjo Std M" w:hAnsi="Calibri" w:cs="Calibri"/>
          <w:color w:val="4E4E4E" w:themeColor="accent1" w:themeTint="BF"/>
          <w:sz w:val="28"/>
          <w:szCs w:val="28"/>
        </w:rPr>
      </w:pPr>
      <w:r>
        <w:rPr>
          <w:rFonts w:ascii="Calibri" w:hAnsi="Calibri" w:cs="Calibri"/>
          <w:noProof/>
          <w:color w:val="000000"/>
          <w:sz w:val="28"/>
          <w:szCs w:val="28"/>
          <w14:textFill>
            <w14:solidFill>
              <w14:srgbClr w14:val="000000">
                <w14:lumMod w14:val="75000"/>
                <w14:lumOff w14:val="25000"/>
              </w14:srgbClr>
            </w14:solidFill>
          </w14:textFill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C73C50B" wp14:editId="605B2537">
                <wp:simplePos x="0" y="0"/>
                <wp:positionH relativeFrom="margin">
                  <wp:posOffset>-19050</wp:posOffset>
                </wp:positionH>
                <wp:positionV relativeFrom="paragraph">
                  <wp:posOffset>-432435</wp:posOffset>
                </wp:positionV>
                <wp:extent cx="5963285" cy="955675"/>
                <wp:effectExtent l="0" t="0" r="18415" b="0"/>
                <wp:wrapNone/>
                <wp:docPr id="37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3396" cy="955675"/>
                          <a:chOff x="833" y="3147"/>
                          <a:chExt cx="10600" cy="440"/>
                        </a:xfrm>
                      </wpg:grpSpPr>
                      <wps:wsp>
                        <wps:cNvPr id="38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9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>
            <w:pict>
              <v:group id="Group 49" o:spid="_x0000_s1026" o:spt="203" style="position:absolute;left:0pt;margin-left:-1.5pt;margin-top:-34.05pt;height:75.25pt;width:469.55pt;mso-position-horizontal-relative:margin;z-index:-251657216;mso-width-relative:page;mso-height-relative:page;" coordorigin="833,3147" coordsize="10600,440" o:gfxdata="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B09fvz2gAAAAkB&#10;AAAPAAAAAAAAAAEAIAAAACIAAABkcnMvZG93bnJldi54bWxQSwECFAAUAAAACACHTuJAS99wVuED&#10;AACHDAAADgAAAAAAAAABACAAAAApAQAAZHJzL2Uyb0RvYy54bWxQSwUGAAAAAAYABgBZAQAAfAcA&#10;AAAA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MHUS/LwAAADb&#10;AAAADwAAAGRycy9kb3ducmV2LnhtbEVPy2oCMRTdC/5DuEJ3mkylWqbGQYQWuyn4gOLuOrmdDE5u&#10;hkkctV/fLAouD+e9KG6uET11ofasIZsoEMSlNzVXGg779/EriBCRDTaeScOdAhTL4WCBufFX3lK/&#10;i5VIIRxy1GBjbHMpQ2nJYZj4ljhxP75zGBPsKmk6vKZw18hnpWbSYc2pwWJLa0vleXdxGvb2u32Z&#10;+vWqnx9/S3U4fX2Yz4vWT6NMvYGIdIsP8b97YzRM09j0Jf0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1Evy8AAAA&#10;2wAAAA8AAAAAAAAAAQAgAAAAIgAAAGRycy9kb3ducmV2LnhtbFBLAQIUABQAAAAIAIdO4kAzLwWe&#10;OwAAADkAAAAQAAAAAAAAAAEAIAAAAAsBAABkcnMvc2hhcGV4bWwueG1sUEsFBgAAAAAGAAYAWwEA&#10;ALUDAAAAAA==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SI/0FL4AAADb&#10;AAAADwAAAGRycy9kb3ducmV2LnhtbEWPT4vCMBTE78J+h/AWvMia1j+Ldo0eVgXxpNaLt0fzbIvN&#10;S2mi1f30G0HwOMzMb5jZ4m4qcaPGlZYVxP0IBHFmdcm5gmO6/pqAcB5ZY2WZFDzIwWL+0Zlhom3L&#10;e7odfC4ChF2CCgrv60RKlxVk0PVtTRy8s20M+iCbXOoG2wA3lRxE0bc0WHJYKLCm34Kyy+FqFFzS&#10;LZ/SZW87Xo/aehevlpuT+VOq+xlHPyA83f07/GpvtILhFJ5fwg+Q8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I/0FL4A&#10;AADbAAAADwAAAAAAAAABACAAAAAiAAAAZHJzL2Rvd25yZXYueG1sUEsBAhQAFAAAAAgAh07iQDMv&#10;BZ47AAAAOQAAABAAAAAAAAAAAQAgAAAADQEAAGRycy9zaGFwZXhtbC54bWxQSwUGAAAAAAYABgBb&#10;AQAAtwMAAAAA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Calibri" w:eastAsia="Adobe Myungjo Std M" w:hAnsi="Calibri" w:cs="Calibri"/>
          <w:color w:val="006082"/>
          <w:sz w:val="28"/>
          <w:szCs w:val="28"/>
          <w14:textFill>
            <w14:solidFill>
              <w14:srgbClr w14:val="006082">
                <w14:lumMod w14:val="75000"/>
                <w14:lumOff w14:val="25000"/>
              </w14:srgbClr>
            </w14:solidFill>
          </w14:textFill>
        </w:rPr>
        <w:tab/>
      </w:r>
      <w:sdt>
        <w:sdtPr>
          <w:rPr>
            <w:rFonts w:ascii="Calibri" w:eastAsia="Adobe Myungjo Std M" w:hAnsi="Calibri" w:cs="Calibri"/>
            <w:color w:val="006082"/>
            <w:sz w:val="28"/>
            <w:szCs w:val="28"/>
            <w14:textFill>
              <w14:solidFill>
                <w14:srgbClr w14:val="006082">
                  <w14:lumMod w14:val="75000"/>
                  <w14:lumOff w14:val="25000"/>
                </w14:srgbClr>
              </w14:solidFill>
            </w14:textFill>
          </w:rPr>
          <w:id w:val="495469907"/>
          <w:placeholder>
            <w:docPart w:val="6D49B52A2A6143BC90799815D1282E94"/>
          </w:placeholder>
          <w:temporary/>
          <w:showingPlcHdr/>
          <w15:appearance w15:val="hidden"/>
        </w:sdtPr>
        <w:sdtEndPr>
          <w:rPr>
            <w:color w:val="4E4E4E" w:themeColor="accent1" w:themeTint="BF"/>
          </w:rPr>
        </w:sdtEndPr>
        <w:sdtContent>
          <w:r>
            <w:rPr>
              <w:rFonts w:ascii="Calibri" w:eastAsia="Adobe Myungjo Std M" w:hAnsi="Calibri" w:cs="Calibri"/>
              <w:color w:val="006082"/>
              <w:sz w:val="28"/>
              <w:szCs w:val="28"/>
              <w14:textFill>
                <w14:solidFill>
                  <w14:srgbClr w14:val="006082">
                    <w14:lumMod w14:val="75000"/>
                    <w14:lumOff w14:val="25000"/>
                  </w14:srgbClr>
                </w14:solidFill>
              </w14:textFill>
            </w:rPr>
            <w:t>Skills &amp; Abilities</w:t>
          </w:r>
        </w:sdtContent>
      </w:sdt>
      <w:r>
        <w:rPr>
          <w:rFonts w:ascii="Calibri" w:eastAsia="Adobe Myungjo Std M" w:hAnsi="Calibri" w:cs="Calibri"/>
          <w:color w:val="006082"/>
          <w:sz w:val="28"/>
          <w:szCs w:val="28"/>
          <w14:textFill>
            <w14:solidFill>
              <w14:srgbClr w14:val="006082">
                <w14:lumMod w14:val="75000"/>
                <w14:lumOff w14:val="25000"/>
              </w14:srgbClr>
            </w14:solidFill>
          </w14:textFill>
        </w:rPr>
        <w:tab/>
      </w:r>
    </w:p>
    <w:p w14:paraId="69C6F92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Always looking forward to learning new things and upgrading me with latest tools beneficial to the work</w:t>
      </w:r>
    </w:p>
    <w:p w14:paraId="11514EF2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333333"/>
          <w:sz w:val="28"/>
          <w:szCs w:val="28"/>
          <w:shd w:val="clear" w:color="auto" w:fill="FFFFFF"/>
          <w14:textFill>
            <w14:solidFill>
              <w14:srgbClr w14:val="333333">
                <w14:lumMod w14:val="75000"/>
                <w14:lumOff w14:val="25000"/>
              </w14:srgbClr>
            </w14:solidFill>
          </w14:textFill>
        </w:rPr>
        <w:t>Strong understanding of software QA methodologies, tools and processes.</w:t>
      </w:r>
    </w:p>
    <w:p w14:paraId="774E6477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333333"/>
          <w:sz w:val="28"/>
          <w:szCs w:val="28"/>
          <w:shd w:val="clear" w:color="auto" w:fill="FFFFFF"/>
          <w14:textFill>
            <w14:solidFill>
              <w14:srgbClr w14:val="333333">
                <w14:lumMod w14:val="75000"/>
                <w14:lumOff w14:val="25000"/>
              </w14:srgbClr>
            </w14:solidFill>
          </w14:textFill>
        </w:rPr>
        <w:t>Perform various types of testing like sanity, functional, integration, regression and UAT to ensure that the product delivered is of high quality.</w:t>
      </w:r>
    </w:p>
    <w:p w14:paraId="15711F2C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  <w:lang w:val="en-IN" w:eastAsia="en-IN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  <w:lang w:val="en-IN" w:eastAsia="en-IN"/>
        </w:rPr>
        <w:t>Defect tracking and Bug reporting – Analysing the root cause of the issues followed by reporting and tracking the defect.</w:t>
      </w:r>
    </w:p>
    <w:p w14:paraId="2FC58ADD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333333"/>
          <w:sz w:val="28"/>
          <w:szCs w:val="28"/>
          <w:shd w:val="clear" w:color="auto" w:fill="FFFFFF"/>
          <w14:textFill>
            <w14:solidFill>
              <w14:srgbClr w14:val="333333">
                <w14:lumMod w14:val="75000"/>
                <w14:lumOff w14:val="25000"/>
              </w14:srgbClr>
            </w14:solidFill>
          </w14:textFill>
        </w:rPr>
        <w:t>Follow timelines and absolute commitment to deadlines.</w:t>
      </w:r>
    </w:p>
    <w:p w14:paraId="486D1CBF" w14:textId="77777777" w:rsidR="00DF1467" w:rsidRDefault="00000000">
      <w:pPr>
        <w:pStyle w:val="ListBullet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  <w:t>Ability to manage multiple responsibilities and personnel.</w:t>
      </w:r>
    </w:p>
    <w:p w14:paraId="1CF4AAC6" w14:textId="77777777" w:rsidR="00DF1467" w:rsidRDefault="00000000">
      <w:pPr>
        <w:pStyle w:val="ListBullet"/>
        <w:numPr>
          <w:ilvl w:val="0"/>
          <w:numId w:val="0"/>
        </w:numPr>
        <w:ind w:left="144"/>
        <w:rPr>
          <w:rFonts w:ascii="Calibri" w:eastAsia="Adobe Myungjo Std M" w:hAnsi="Calibri" w:cs="Calibri"/>
          <w:color w:val="404040" w:themeColor="text1" w:themeTint="BF"/>
          <w:sz w:val="28"/>
          <w:szCs w:val="28"/>
        </w:rPr>
      </w:pPr>
      <w:r>
        <w:rPr>
          <w:rFonts w:ascii="Calibri" w:hAnsi="Calibri" w:cs="Calibri"/>
          <w:color w:val="404040" w:themeColor="text1" w:themeTint="BF"/>
          <w:sz w:val="28"/>
          <w:szCs w:val="28"/>
        </w:rPr>
        <w:pict w14:anchorId="23AF90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0;margin-top:0;width:1pt;height:1pt;z-index:251660288;mso-width-relative:page;mso-height-relative:page">
            <v:imagedata r:id="rId10" o:title=""/>
          </v:shape>
        </w:pict>
      </w:r>
    </w:p>
    <w:sectPr w:rsidR="00DF1467">
      <w:footerReference w:type="default" r:id="rId11"/>
      <w:pgSz w:w="12240" w:h="15840"/>
      <w:pgMar w:top="1296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B4F7" w14:textId="77777777" w:rsidR="002B7F85" w:rsidRDefault="002B7F85">
      <w:pPr>
        <w:spacing w:after="0"/>
        <w:rPr>
          <w:color w:val="404040" w:themeColor="text1" w:themeTint="BF"/>
        </w:rPr>
      </w:pPr>
      <w:r>
        <w:rPr>
          <w:color w:val="404040" w:themeColor="text1" w:themeTint="BF"/>
        </w:rPr>
        <w:separator/>
      </w:r>
    </w:p>
  </w:endnote>
  <w:endnote w:type="continuationSeparator" w:id="0">
    <w:p w14:paraId="68F4DCA4" w14:textId="77777777" w:rsidR="002B7F85" w:rsidRDefault="002B7F85">
      <w:pPr>
        <w:spacing w:after="0"/>
        <w:rPr>
          <w:color w:val="404040" w:themeColor="text1" w:themeTint="BF"/>
        </w:rPr>
      </w:pPr>
      <w:r>
        <w:rPr>
          <w:color w:val="404040" w:themeColor="text1" w:themeTint="BF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Myungjo Std M">
    <w:altName w:val="Yu Gothic"/>
    <w:charset w:val="80"/>
    <w:family w:val="roman"/>
    <w:pitch w:val="default"/>
    <w:sig w:usb0="00000000" w:usb1="00000000" w:usb2="00000010" w:usb3="00000000" w:csb0="002A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6E647" w14:textId="77777777" w:rsidR="00DF1467" w:rsidRDefault="00DF1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23FE" w14:textId="77777777" w:rsidR="002B7F85" w:rsidRDefault="002B7F85">
      <w:pPr>
        <w:spacing w:after="0"/>
        <w:rPr>
          <w:color w:val="404040" w:themeColor="text1" w:themeTint="BF"/>
        </w:rPr>
      </w:pPr>
      <w:r>
        <w:rPr>
          <w:color w:val="404040" w:themeColor="text1" w:themeTint="BF"/>
        </w:rPr>
        <w:separator/>
      </w:r>
    </w:p>
  </w:footnote>
  <w:footnote w:type="continuationSeparator" w:id="0">
    <w:p w14:paraId="3B128B46" w14:textId="77777777" w:rsidR="002B7F85" w:rsidRDefault="002B7F85">
      <w:pPr>
        <w:spacing w:after="0"/>
        <w:rPr>
          <w:color w:val="404040" w:themeColor="text1" w:themeTint="BF"/>
        </w:rPr>
      </w:pPr>
      <w:r>
        <w:rPr>
          <w:color w:val="404040" w:themeColor="text1" w:themeTint="BF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ListBullet"/>
      <w:lvlText w:val="·"/>
      <w:lvlJc w:val="left"/>
      <w:pPr>
        <w:tabs>
          <w:tab w:val="left" w:pos="144"/>
        </w:tabs>
        <w:ind w:left="144" w:hanging="144"/>
      </w:pPr>
      <w:rPr>
        <w:rFonts w:ascii="Cambria" w:hAnsi="Cambria" w:hint="default"/>
      </w:rPr>
    </w:lvl>
  </w:abstractNum>
  <w:num w:numId="1" w16cid:durableId="1450590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BBD"/>
    <w:rsid w:val="00003748"/>
    <w:rsid w:val="00032C7C"/>
    <w:rsid w:val="00041F17"/>
    <w:rsid w:val="000420D3"/>
    <w:rsid w:val="000C3AFA"/>
    <w:rsid w:val="000D53AE"/>
    <w:rsid w:val="000F50D9"/>
    <w:rsid w:val="00101E5D"/>
    <w:rsid w:val="00134AEB"/>
    <w:rsid w:val="001E7D51"/>
    <w:rsid w:val="001F4D59"/>
    <w:rsid w:val="001F6131"/>
    <w:rsid w:val="002B7F85"/>
    <w:rsid w:val="002D1361"/>
    <w:rsid w:val="003539BF"/>
    <w:rsid w:val="00365E2A"/>
    <w:rsid w:val="00383777"/>
    <w:rsid w:val="00383CBC"/>
    <w:rsid w:val="00392FE2"/>
    <w:rsid w:val="00394A6D"/>
    <w:rsid w:val="003A71E5"/>
    <w:rsid w:val="003F52A5"/>
    <w:rsid w:val="004017DC"/>
    <w:rsid w:val="00426BED"/>
    <w:rsid w:val="004E71A3"/>
    <w:rsid w:val="005C1953"/>
    <w:rsid w:val="005D7C37"/>
    <w:rsid w:val="006149BE"/>
    <w:rsid w:val="006A2010"/>
    <w:rsid w:val="006E5E66"/>
    <w:rsid w:val="0072544C"/>
    <w:rsid w:val="0073223A"/>
    <w:rsid w:val="00745F34"/>
    <w:rsid w:val="00765424"/>
    <w:rsid w:val="00783151"/>
    <w:rsid w:val="007C3832"/>
    <w:rsid w:val="007D00B3"/>
    <w:rsid w:val="007F7A3F"/>
    <w:rsid w:val="008333C5"/>
    <w:rsid w:val="00853D25"/>
    <w:rsid w:val="00917744"/>
    <w:rsid w:val="0092613B"/>
    <w:rsid w:val="00990359"/>
    <w:rsid w:val="009B45E0"/>
    <w:rsid w:val="00A66D41"/>
    <w:rsid w:val="00A676F2"/>
    <w:rsid w:val="00AA575F"/>
    <w:rsid w:val="00AE7F55"/>
    <w:rsid w:val="00AF4642"/>
    <w:rsid w:val="00B35D1B"/>
    <w:rsid w:val="00B94E61"/>
    <w:rsid w:val="00C53064"/>
    <w:rsid w:val="00C84BBD"/>
    <w:rsid w:val="00CA7848"/>
    <w:rsid w:val="00CC2E4B"/>
    <w:rsid w:val="00D141B1"/>
    <w:rsid w:val="00D22970"/>
    <w:rsid w:val="00D44480"/>
    <w:rsid w:val="00D72353"/>
    <w:rsid w:val="00D74F92"/>
    <w:rsid w:val="00DB26A9"/>
    <w:rsid w:val="00DD32D3"/>
    <w:rsid w:val="00DF1467"/>
    <w:rsid w:val="00E443EC"/>
    <w:rsid w:val="00F42B10"/>
    <w:rsid w:val="00F81885"/>
    <w:rsid w:val="2865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22869A8"/>
  <w15:docId w15:val="{88857B57-17E3-49C4-ADCB-13207D92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80"/>
    </w:pPr>
    <w:rPr>
      <w:color w:val="404040" w:themeColor="text1" w:themeTint="BF"/>
      <w:sz w:val="18"/>
      <w:szCs w:val="18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500" w:after="100"/>
      <w:outlineLvl w:val="0"/>
    </w:pPr>
    <w:rPr>
      <w:rFonts w:asciiTheme="majorHAnsi" w:eastAsiaTheme="majorEastAsia" w:hAnsiTheme="majorHAnsi" w:cstheme="majorBidi"/>
      <w:b/>
      <w:color w:val="4E4E4E" w:themeColor="accent1" w:themeTint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caps/>
      <w:color w:val="191919" w:themeColor="background2" w:themeShade="1A"/>
      <w:szCs w:val="26"/>
      <w14:textFill>
        <w14:solidFill>
          <w14:schemeClr w14:val="bg2">
            <w14:lumMod w14:val="10000"/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/>
    </w:pPr>
    <w:rPr>
      <w:rFonts w:ascii="Segoe UI" w:hAnsi="Segoe UI" w:cs="Segoe UI"/>
      <w:color w:val="404040" w:themeColor="text1" w:themeTint="BF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color w:val="auto"/>
      <w:sz w:val="24"/>
      <w:szCs w:val="24"/>
      <w:lang w:eastAsia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after="160"/>
    </w:pPr>
    <w:rPr>
      <w:color w:val="auto"/>
      <w:sz w:val="20"/>
      <w:szCs w:val="20"/>
      <w:lang w:eastAsia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/>
    </w:pPr>
    <w:rPr>
      <w:color w:val="141414" w:themeColor="accent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/>
    </w:pPr>
    <w:rPr>
      <w:color w:val="404040" w:themeColor="text1" w:themeTint="BF"/>
    </w:rPr>
  </w:style>
  <w:style w:type="paragraph" w:styleId="ListBullet">
    <w:name w:val="List Bullet"/>
    <w:basedOn w:val="Normal"/>
    <w:uiPriority w:val="10"/>
    <w:unhideWhenUsed/>
    <w:qFormat/>
    <w:pPr>
      <w:numPr>
        <w:numId w:val="1"/>
      </w:numPr>
      <w:spacing w:after="80"/>
    </w:pPr>
    <w:rPr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qFormat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rPr>
      <w:color w:val="141414" w:themeColor="accent1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color w:val="auto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olor w:val="4E4E4E" w:themeColor="accent1" w:themeTint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caps/>
      <w:color w:val="191919" w:themeColor="background2" w:themeShade="1A"/>
      <w:szCs w:val="26"/>
    </w:rPr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spacing w:after="0"/>
      <w:ind w:left="839" w:hanging="304"/>
    </w:pPr>
    <w:rPr>
      <w:rFonts w:ascii="Times New Roman" w:eastAsia="Times New Roman" w:hAnsi="Times New Roman" w:cs="Times New Roman"/>
      <w:color w:val="auto"/>
      <w:sz w:val="22"/>
      <w:szCs w:val="22"/>
      <w:lang w:eastAsia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E71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NULL" TargetMode="External"/><Relationship Id="rId4" Type="http://schemas.openxmlformats.org/officeDocument/2006/relationships/styles" Target="styles.xml"/><Relationship Id="rId9" Type="http://schemas.openxmlformats.org/officeDocument/2006/relationships/hyperlink" Target="mailto:Sharad@anantha.co.in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fred\AppData\Roaming\Microsoft\Templates\Function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D7D8FAF73D4AB78B97B90C6ADD7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50C9-B262-4AAD-9BC9-93E3D68F7C8D}"/>
      </w:docPartPr>
      <w:docPartBody>
        <w:p w:rsidR="00930098" w:rsidRDefault="00000000">
          <w:pPr>
            <w:pStyle w:val="96D7D8FAF73D4AB78B97B90C6ADD73E1"/>
          </w:pPr>
          <w:r>
            <w:t>Education</w:t>
          </w:r>
        </w:p>
      </w:docPartBody>
    </w:docPart>
    <w:docPart>
      <w:docPartPr>
        <w:name w:val="17EBE039B18A470BB2249F185A7B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89C6B-36E0-4ED7-8676-95456595C8E2}"/>
      </w:docPartPr>
      <w:docPartBody>
        <w:p w:rsidR="00930098" w:rsidRDefault="00000000">
          <w:pPr>
            <w:pStyle w:val="17EBE039B18A470BB2249F185A7B5040"/>
          </w:pPr>
          <w:r>
            <w:t>Experience</w:t>
          </w:r>
        </w:p>
      </w:docPartBody>
    </w:docPart>
    <w:docPart>
      <w:docPartPr>
        <w:name w:val="6D49B52A2A6143BC90799815D1282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8C6C3-CF92-4E85-9613-8A36138877AA}"/>
      </w:docPartPr>
      <w:docPartBody>
        <w:p w:rsidR="00930098" w:rsidRDefault="00000000">
          <w:pPr>
            <w:pStyle w:val="6D49B52A2A6143BC90799815D1282E94"/>
          </w:pPr>
          <w:r>
            <w:t>Skills &amp; Abilities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5CC2" w:rsidRDefault="00C15CC2">
      <w:pPr>
        <w:spacing w:line="240" w:lineRule="auto"/>
      </w:pPr>
      <w:r>
        <w:separator/>
      </w:r>
    </w:p>
  </w:endnote>
  <w:endnote w:type="continuationSeparator" w:id="0">
    <w:p w:rsidR="00C15CC2" w:rsidRDefault="00C15CC2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Myungjo Std M">
    <w:altName w:val="Yu Gothic"/>
    <w:charset w:val="80"/>
    <w:family w:val="roman"/>
    <w:pitch w:val="default"/>
    <w:sig w:usb0="00000000" w:usb1="00000000" w:usb2="00000010" w:usb3="00000000" w:csb0="002A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5CC2" w:rsidRDefault="00C15CC2">
      <w:pPr>
        <w:spacing w:after="0"/>
      </w:pPr>
      <w:r>
        <w:separator/>
      </w:r>
    </w:p>
  </w:footnote>
  <w:footnote w:type="continuationSeparator" w:id="0">
    <w:p w:rsidR="00C15CC2" w:rsidRDefault="00C15CC2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7DC"/>
    <w:rsid w:val="000D53AE"/>
    <w:rsid w:val="00134CF9"/>
    <w:rsid w:val="004017DC"/>
    <w:rsid w:val="004069F4"/>
    <w:rsid w:val="006E0B06"/>
    <w:rsid w:val="00796245"/>
    <w:rsid w:val="00930098"/>
    <w:rsid w:val="009357CD"/>
    <w:rsid w:val="00991E47"/>
    <w:rsid w:val="00B301C8"/>
    <w:rsid w:val="00C15CC2"/>
    <w:rsid w:val="00FD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D7D8FAF73D4AB78B97B90C6ADD73E1">
    <w:name w:val="96D7D8FAF73D4AB78B97B90C6ADD73E1"/>
    <w:pPr>
      <w:spacing w:after="160" w:line="259" w:lineRule="auto"/>
    </w:pPr>
    <w:rPr>
      <w:sz w:val="22"/>
      <w:szCs w:val="22"/>
    </w:rPr>
  </w:style>
  <w:style w:type="paragraph" w:customStyle="1" w:styleId="17EBE039B18A470BB2249F185A7B5040">
    <w:name w:val="17EBE039B18A470BB2249F185A7B5040"/>
    <w:pPr>
      <w:spacing w:after="160" w:line="259" w:lineRule="auto"/>
    </w:pPr>
    <w:rPr>
      <w:sz w:val="22"/>
      <w:szCs w:val="22"/>
    </w:rPr>
  </w:style>
  <w:style w:type="paragraph" w:customStyle="1" w:styleId="6D49B52A2A6143BC90799815D1282E94">
    <w:name w:val="6D49B52A2A6143BC90799815D1282E94"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DBC66-DF66-4099-B433-F5B9CA5A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</Template>
  <TotalTime>228</TotalTime>
  <Pages>4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Alfred</dc:creator>
  <cp:lastModifiedBy>HX</cp:lastModifiedBy>
  <cp:revision>18</cp:revision>
  <dcterms:created xsi:type="dcterms:W3CDTF">2017-10-30T12:07:00Z</dcterms:created>
  <dcterms:modified xsi:type="dcterms:W3CDTF">2023-02-08T10:52:00Z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4228146B302444C5865B5C77CD30EFE1</vt:lpwstr>
  </property>
</Properties>
</file>